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CE6F05" w:rsidP="00201E73">
      <w:pPr>
        <w:pStyle w:val="Title"/>
      </w:pPr>
      <w:bookmarkStart w:id="0" w:name="_GoBack"/>
      <w:bookmarkEnd w:id="0"/>
      <w:r>
        <w:t>A</w:t>
      </w:r>
      <w:r w:rsidR="006A553C">
        <w:t xml:space="preserve">ssignment </w:t>
      </w:r>
      <w:r w:rsidR="003B7B8E">
        <w:t xml:space="preserve">Requirements for </w:t>
      </w:r>
      <w:r w:rsidR="00CF40EC">
        <w:t>Sort program</w:t>
      </w:r>
    </w:p>
    <w:p w:rsidR="00A40053" w:rsidRPr="008F0BE1" w:rsidRDefault="003B7B8E" w:rsidP="003B7B8E">
      <w:pPr>
        <w:pStyle w:val="Author"/>
      </w:pPr>
      <w:r>
        <w:t>Personal Software Process for Engineers</w:t>
      </w:r>
    </w:p>
    <w:p w:rsidR="00FD5441" w:rsidRDefault="00B0374C" w:rsidP="00FD5441">
      <w:pPr>
        <w:pStyle w:val="Heading1"/>
        <w:spacing w:after="240"/>
      </w:pPr>
      <w:r>
        <w:t>Program Requirements</w:t>
      </w:r>
      <w:r w:rsidR="003B2E45">
        <w:t xml:space="preserve"> </w:t>
      </w:r>
    </w:p>
    <w:p w:rsidR="00B0374C" w:rsidRPr="00CF40EC" w:rsidRDefault="00B0374C" w:rsidP="00B0374C">
      <w:pPr>
        <w:pStyle w:val="Body"/>
        <w:jc w:val="left"/>
      </w:pPr>
      <w:r w:rsidRPr="00CF40EC">
        <w:t xml:space="preserve">Using PSP0, write </w:t>
      </w:r>
      <w:r>
        <w:t>P</w:t>
      </w:r>
      <w:r w:rsidRPr="00CF40EC">
        <w:t xml:space="preserve">rogram 1E to sort a list of </w:t>
      </w:r>
      <w:r w:rsidRPr="00CF40EC">
        <w:rPr>
          <w:i/>
        </w:rPr>
        <w:t>n</w:t>
      </w:r>
      <w:r w:rsidRPr="00CF40EC">
        <w:t xml:space="preserve"> pairs of real numbers into ascending or descending order. </w:t>
      </w:r>
    </w:p>
    <w:p w:rsidR="00B0374C" w:rsidRPr="00CF40EC" w:rsidRDefault="00B0374C" w:rsidP="00B0374C">
      <w:pPr>
        <w:pStyle w:val="Body"/>
        <w:jc w:val="left"/>
      </w:pPr>
      <w:r w:rsidRPr="00CF40EC">
        <w:t>Provide the capability to sort on either field of the pair.</w:t>
      </w:r>
    </w:p>
    <w:p w:rsidR="00B0374C" w:rsidRPr="00CF40EC" w:rsidRDefault="00B0374C" w:rsidP="00B0374C">
      <w:pPr>
        <w:pStyle w:val="Body"/>
        <w:jc w:val="left"/>
      </w:pPr>
      <w:r w:rsidRPr="00CF40EC">
        <w:t xml:space="preserve">Test the program using the data in the right two columns of </w:t>
      </w:r>
      <w:r>
        <w:t xml:space="preserve">Table D14 </w:t>
      </w:r>
      <w:r w:rsidRPr="00CF40EC">
        <w:t>in the text</w:t>
      </w:r>
      <w:r>
        <w:t xml:space="preserve"> (p. 761)</w:t>
      </w:r>
      <w:r w:rsidRPr="00CF40EC">
        <w:t xml:space="preserve">. </w:t>
      </w:r>
    </w:p>
    <w:p w:rsidR="00B0374C" w:rsidRPr="00CF40EC" w:rsidRDefault="00B0374C" w:rsidP="00B0374C">
      <w:pPr>
        <w:pStyle w:val="Body"/>
        <w:jc w:val="left"/>
      </w:pPr>
      <w:r w:rsidRPr="00CF40EC">
        <w:t>Do two sorts, one on each field.</w:t>
      </w:r>
    </w:p>
    <w:p w:rsidR="00B0374C" w:rsidRPr="00CF40EC" w:rsidRDefault="00B0374C" w:rsidP="00B0374C">
      <w:pPr>
        <w:pStyle w:val="Body"/>
        <w:tabs>
          <w:tab w:val="clear" w:pos="216"/>
          <w:tab w:val="left" w:pos="2051"/>
        </w:tabs>
        <w:jc w:val="left"/>
      </w:pPr>
      <w:r w:rsidRPr="00CF40EC">
        <w:t>Submit a test report describing both results.</w:t>
      </w:r>
    </w:p>
    <w:p w:rsidR="00FD5441" w:rsidRDefault="00FD5441" w:rsidP="00FD5441">
      <w:pPr>
        <w:pStyle w:val="Maptitle"/>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CE6F05">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B0374C">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46CD5"/>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374C"/>
    <w:rsid w:val="00B077F1"/>
    <w:rsid w:val="00B108C2"/>
    <w:rsid w:val="00B169E8"/>
    <w:rsid w:val="00B230A4"/>
    <w:rsid w:val="00B344A5"/>
    <w:rsid w:val="00B34F0C"/>
    <w:rsid w:val="00B376E4"/>
    <w:rsid w:val="00B424A4"/>
    <w:rsid w:val="00B50480"/>
    <w:rsid w:val="00B52AE6"/>
    <w:rsid w:val="00B5325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E6F05"/>
    <w:rsid w:val="00CF23F2"/>
    <w:rsid w:val="00CF40EC"/>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BF768C0"/>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CF40EC"/>
    <w:pPr>
      <w:spacing w:before="0" w:after="0" w:line="240" w:lineRule="auto"/>
      <w:ind w:right="8280"/>
    </w:pPr>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6</TotalTime>
  <Pages>2</Pages>
  <Words>271</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6</cp:revision>
  <cp:lastPrinted>2015-04-23T18:42:00Z</cp:lastPrinted>
  <dcterms:created xsi:type="dcterms:W3CDTF">2018-11-14T21:26:00Z</dcterms:created>
  <dcterms:modified xsi:type="dcterms:W3CDTF">2020-02-27T19:15:00Z</dcterms:modified>
</cp:coreProperties>
</file>